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2E" w:rsidRPr="009135C7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Impiegata contabile esperta zucchetti</w:t>
      </w:r>
    </w:p>
    <w:p w:rsidR="007D722E" w:rsidRPr="009135C7" w:rsidRDefault="007D722E" w:rsidP="00C722C2">
      <w:pPr>
        <w:textAlignment w:val="center"/>
        <w:rPr>
          <w:rFonts w:ascii="Arial" w:hAnsi="Arial" w:cs="Arial"/>
          <w:color w:val="969696"/>
          <w:sz w:val="28"/>
          <w:szCs w:val="28"/>
        </w:rPr>
      </w:pPr>
      <w:r w:rsidRPr="009135C7">
        <w:rPr>
          <w:rStyle w:val="Strong"/>
          <w:rFonts w:ascii="Arial" w:hAnsi="Arial" w:cs="Arial"/>
          <w:color w:val="0097A6"/>
          <w:sz w:val="28"/>
          <w:szCs w:val="28"/>
          <w:bdr w:val="none" w:sz="0" w:space="0" w:color="auto" w:frame="1"/>
        </w:rPr>
        <w:t>greusard margherita</w:t>
      </w:r>
      <w:r w:rsidRPr="009135C7">
        <w:rPr>
          <w:rFonts w:ascii="Arial" w:hAnsi="Arial" w:cs="Arial"/>
          <w:color w:val="969696"/>
          <w:sz w:val="28"/>
          <w:szCs w:val="28"/>
        </w:rPr>
        <w:t> (Azienda)</w:t>
      </w:r>
    </w:p>
    <w:tbl>
      <w:tblPr>
        <w:tblW w:w="6096" w:type="dxa"/>
        <w:tblCellMar>
          <w:left w:w="0" w:type="dxa"/>
          <w:right w:w="0" w:type="dxa"/>
        </w:tblCellMar>
        <w:tblLook w:val="00A0"/>
      </w:tblPr>
      <w:tblGrid>
        <w:gridCol w:w="1800"/>
        <w:gridCol w:w="4296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color w:val="969696"/>
                <w:sz w:val="28"/>
                <w:szCs w:val="28"/>
              </w:rPr>
            </w:pPr>
            <w:r w:rsidRPr="00556A11">
              <w:rPr>
                <w:rFonts w:ascii="Arial" w:hAnsi="Arial" w:cs="Arial"/>
                <w:color w:val="5A5A5A"/>
                <w:sz w:val="28"/>
                <w:szCs w:val="28"/>
              </w:rPr>
              <w:t> </w:t>
            </w:r>
            <w:r w:rsidRPr="00556A11">
              <w:rPr>
                <w:rFonts w:ascii="Arial" w:hAnsi="Arial" w:cs="Arial"/>
                <w:color w:val="969696"/>
                <w:sz w:val="28"/>
                <w:szCs w:val="28"/>
              </w:rPr>
              <w:t>Sede di lavoro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6A11">
              <w:rPr>
                <w:rFonts w:ascii="Arial" w:hAnsi="Arial" w:cs="Arial"/>
                <w:b/>
                <w:bCs/>
                <w:sz w:val="28"/>
                <w:szCs w:val="28"/>
              </w:rPr>
              <w:t>Orbassano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color w:val="969696"/>
                <w:sz w:val="28"/>
                <w:szCs w:val="28"/>
              </w:rPr>
            </w:pPr>
            <w:r w:rsidRPr="00556A11">
              <w:rPr>
                <w:rFonts w:ascii="Arial" w:hAnsi="Arial" w:cs="Arial"/>
                <w:color w:val="969696"/>
                <w:sz w:val="28"/>
                <w:szCs w:val="28"/>
              </w:rPr>
              <w:t>Settore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6A11">
              <w:rPr>
                <w:rFonts w:ascii="Arial" w:hAnsi="Arial" w:cs="Arial"/>
                <w:b/>
                <w:bCs/>
                <w:sz w:val="28"/>
                <w:szCs w:val="28"/>
              </w:rPr>
              <w:t>Amministrazione - Segreteria, Contabilità - Finanza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color w:val="969696"/>
                <w:sz w:val="28"/>
                <w:szCs w:val="28"/>
              </w:rPr>
            </w:pPr>
            <w:r w:rsidRPr="00556A11">
              <w:rPr>
                <w:rFonts w:ascii="Arial" w:hAnsi="Arial" w:cs="Arial"/>
                <w:color w:val="969696"/>
                <w:sz w:val="28"/>
                <w:szCs w:val="28"/>
              </w:rPr>
              <w:t>Orario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6A11">
              <w:rPr>
                <w:rFonts w:ascii="Arial" w:hAnsi="Arial" w:cs="Arial"/>
                <w:b/>
                <w:bCs/>
                <w:sz w:val="28"/>
                <w:szCs w:val="28"/>
              </w:rPr>
              <w:t>Full time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color w:val="969696"/>
                <w:sz w:val="28"/>
                <w:szCs w:val="28"/>
              </w:rPr>
            </w:pPr>
            <w:r w:rsidRPr="00556A11">
              <w:rPr>
                <w:rFonts w:ascii="Arial" w:hAnsi="Arial" w:cs="Arial"/>
                <w:color w:val="969696"/>
                <w:sz w:val="28"/>
                <w:szCs w:val="28"/>
              </w:rPr>
              <w:t>Contratto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6A11">
              <w:rPr>
                <w:rFonts w:ascii="Arial" w:hAnsi="Arial" w:cs="Arial"/>
                <w:b/>
                <w:bCs/>
                <w:sz w:val="28"/>
                <w:szCs w:val="28"/>
              </w:rPr>
              <w:t>Tempo determinato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color w:val="969696"/>
                <w:sz w:val="28"/>
                <w:szCs w:val="28"/>
              </w:rPr>
            </w:pPr>
            <w:r w:rsidRPr="00556A11">
              <w:rPr>
                <w:rFonts w:ascii="Arial" w:hAnsi="Arial" w:cs="Arial"/>
                <w:color w:val="969696"/>
                <w:sz w:val="28"/>
                <w:szCs w:val="28"/>
              </w:rPr>
              <w:t>Livello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6A11">
              <w:rPr>
                <w:rFonts w:ascii="Arial" w:hAnsi="Arial" w:cs="Arial"/>
                <w:b/>
                <w:bCs/>
                <w:sz w:val="28"/>
                <w:szCs w:val="28"/>
              </w:rPr>
              <w:t>Impiegato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color w:val="969696"/>
                <w:sz w:val="28"/>
                <w:szCs w:val="28"/>
              </w:rPr>
            </w:pPr>
            <w:r w:rsidRPr="00556A11">
              <w:rPr>
                <w:rFonts w:ascii="Arial" w:hAnsi="Arial" w:cs="Arial"/>
                <w:color w:val="969696"/>
                <w:sz w:val="28"/>
                <w:szCs w:val="28"/>
              </w:rPr>
              <w:t>Titolo di Studio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6A11">
              <w:rPr>
                <w:rFonts w:ascii="Arial" w:hAnsi="Arial" w:cs="Arial"/>
                <w:b/>
                <w:bCs/>
                <w:sz w:val="28"/>
                <w:szCs w:val="28"/>
              </w:rPr>
              <w:t>Diploma di Maturita'</w:t>
            </w:r>
          </w:p>
        </w:tc>
      </w:tr>
    </w:tbl>
    <w:p w:rsidR="007D722E" w:rsidRPr="009135C7" w:rsidRDefault="007D722E" w:rsidP="00C722C2">
      <w:pPr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Cercasi impiegata contabile con pregressa esperienza nel ruolo e capacità di gestione della contabilità dell'azienda fino al bilancio. </w:t>
      </w:r>
      <w:r w:rsidRPr="009135C7">
        <w:rPr>
          <w:rFonts w:ascii="Arial" w:hAnsi="Arial" w:cs="Arial"/>
          <w:sz w:val="28"/>
          <w:szCs w:val="28"/>
        </w:rPr>
        <w:br/>
        <w:t>Si richiede l'uso del gestionale Zucchetti.</w:t>
      </w:r>
    </w:p>
    <w:p w:rsidR="007D722E" w:rsidRDefault="007D722E" w:rsidP="00C722C2">
      <w:pPr>
        <w:textAlignment w:val="baseline"/>
      </w:pPr>
      <w:r w:rsidRPr="009135C7">
        <w:rPr>
          <w:rFonts w:ascii="Arial" w:hAnsi="Arial" w:cs="Arial"/>
          <w:sz w:val="28"/>
          <w:szCs w:val="28"/>
        </w:rPr>
        <w:t xml:space="preserve">Per rispondere on line su : </w:t>
      </w:r>
      <w:hyperlink r:id="rId6" w:history="1">
        <w:r w:rsidRPr="009135C7">
          <w:rPr>
            <w:rStyle w:val="Hyperlink"/>
            <w:rFonts w:ascii="Arial" w:hAnsi="Arial" w:cs="Arial"/>
            <w:sz w:val="28"/>
            <w:szCs w:val="28"/>
          </w:rPr>
          <w:t>https://www.subito.it/offerte-lavoro/impiegata-contabile-esperta-zucchetti-torino-283529685.htm</w:t>
        </w:r>
      </w:hyperlink>
    </w:p>
    <w:p w:rsidR="007D722E" w:rsidRDefault="007D722E" w:rsidP="00C722C2">
      <w:pPr>
        <w:pBdr>
          <w:bottom w:val="single" w:sz="12" w:space="1" w:color="auto"/>
        </w:pBdr>
        <w:textAlignment w:val="baseline"/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</w:p>
    <w:p w:rsidR="007D722E" w:rsidRPr="009135C7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bCs w:val="0"/>
          <w:kern w:val="0"/>
          <w:sz w:val="28"/>
          <w:szCs w:val="28"/>
          <w:lang w:eastAsia="en-US"/>
        </w:rPr>
      </w:pPr>
      <w:r w:rsidRPr="009135C7">
        <w:rPr>
          <w:rFonts w:ascii="Arial" w:hAnsi="Arial" w:cs="Arial"/>
          <w:bCs w:val="0"/>
          <w:kern w:val="0"/>
          <w:sz w:val="28"/>
          <w:szCs w:val="28"/>
          <w:lang w:eastAsia="en-US"/>
        </w:rPr>
        <w:t>Barista con esperienza</w:t>
      </w:r>
    </w:p>
    <w:p w:rsidR="007D722E" w:rsidRPr="009135C7" w:rsidRDefault="007D722E" w:rsidP="00C722C2">
      <w:pPr>
        <w:textAlignment w:val="center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b/>
          <w:bCs/>
          <w:sz w:val="28"/>
          <w:szCs w:val="28"/>
        </w:rPr>
        <w:t>bar las americas di marrari andrea &amp; c</w:t>
      </w:r>
      <w:r w:rsidRPr="009135C7">
        <w:rPr>
          <w:rFonts w:ascii="Arial" w:hAnsi="Arial" w:cs="Arial"/>
          <w:sz w:val="28"/>
          <w:szCs w:val="28"/>
        </w:rPr>
        <w:t>(Azienda)</w:t>
      </w:r>
    </w:p>
    <w:tbl>
      <w:tblPr>
        <w:tblW w:w="5387" w:type="dxa"/>
        <w:tblCellMar>
          <w:left w:w="0" w:type="dxa"/>
          <w:right w:w="0" w:type="dxa"/>
        </w:tblCellMar>
        <w:tblLook w:val="00A0"/>
      </w:tblPr>
      <w:tblGrid>
        <w:gridCol w:w="1800"/>
        <w:gridCol w:w="3587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Sede di lavoro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Beinasco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Settore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Turismo - Ristorazione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Orario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Full time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Contratto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Tempo indeterminato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Livello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Impiegato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Titolo di Studio</w:t>
            </w:r>
          </w:p>
        </w:tc>
        <w:tc>
          <w:tcPr>
            <w:tcW w:w="358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556A11" w:rsidRDefault="007D722E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556A11">
              <w:rPr>
                <w:rFonts w:ascii="Arial" w:hAnsi="Arial" w:cs="Arial"/>
                <w:sz w:val="28"/>
                <w:szCs w:val="28"/>
              </w:rPr>
              <w:t>Scuola dell'obbligo</w:t>
            </w:r>
          </w:p>
        </w:tc>
      </w:tr>
    </w:tbl>
    <w:p w:rsidR="007D722E" w:rsidRDefault="007D722E" w:rsidP="00C722C2">
      <w:pPr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Las Americas cerca figura femminile/maschile con esperienza nel settore bar. </w:t>
      </w:r>
      <w:r w:rsidRPr="009135C7">
        <w:rPr>
          <w:rFonts w:ascii="Arial" w:hAnsi="Arial" w:cs="Arial"/>
          <w:sz w:val="28"/>
          <w:szCs w:val="28"/>
        </w:rPr>
        <w:br/>
        <w:t xml:space="preserve">inviare curriculum a </w:t>
      </w:r>
      <w:hyperlink r:id="rId7" w:history="1">
        <w:r w:rsidRPr="009C106E">
          <w:rPr>
            <w:rStyle w:val="Hyperlink"/>
            <w:rFonts w:ascii="Arial" w:hAnsi="Arial" w:cs="Arial"/>
            <w:sz w:val="28"/>
            <w:szCs w:val="28"/>
          </w:rPr>
          <w:t>bar.lasamericas@yahoo.com</w:t>
        </w:r>
      </w:hyperlink>
    </w:p>
    <w:p w:rsidR="007D722E" w:rsidRDefault="007D722E" w:rsidP="00C722C2">
      <w:pPr>
        <w:pBdr>
          <w:bottom w:val="single" w:sz="12" w:space="1" w:color="auto"/>
        </w:pBdr>
        <w:textAlignment w:val="baseline"/>
        <w:rPr>
          <w:rFonts w:ascii="Arial" w:hAnsi="Arial" w:cs="Arial"/>
          <w:sz w:val="28"/>
          <w:szCs w:val="28"/>
        </w:rPr>
      </w:pPr>
    </w:p>
    <w:p w:rsidR="007D722E" w:rsidRPr="009135C7" w:rsidRDefault="007D722E" w:rsidP="00A63115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Autista escavatorista operaio</w:t>
      </w:r>
    </w:p>
    <w:p w:rsidR="007D722E" w:rsidRPr="009135C7" w:rsidRDefault="007D722E" w:rsidP="00A63115">
      <w:pPr>
        <w:textAlignment w:val="center"/>
        <w:rPr>
          <w:rFonts w:ascii="Arial" w:hAnsi="Arial" w:cs="Arial"/>
          <w:b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/>
          <w:kern w:val="36"/>
          <w:sz w:val="28"/>
          <w:szCs w:val="28"/>
          <w:lang w:eastAsia="it-IT"/>
        </w:rPr>
        <w:t>icfa srl</w:t>
      </w:r>
      <w:r w:rsidRPr="009135C7">
        <w:rPr>
          <w:rFonts w:ascii="Arial" w:hAnsi="Arial" w:cs="Arial"/>
          <w:b/>
          <w:bCs/>
          <w:kern w:val="36"/>
          <w:sz w:val="28"/>
          <w:szCs w:val="28"/>
          <w:lang w:eastAsia="it-IT"/>
        </w:rPr>
        <w:t> (Azienda)</w:t>
      </w:r>
    </w:p>
    <w:tbl>
      <w:tblPr>
        <w:tblW w:w="3600" w:type="dxa"/>
        <w:tblCellMar>
          <w:left w:w="0" w:type="dxa"/>
          <w:right w:w="0" w:type="dxa"/>
        </w:tblCellMar>
        <w:tblLook w:val="00A0"/>
      </w:tblPr>
      <w:tblGrid>
        <w:gridCol w:w="1800"/>
        <w:gridCol w:w="1800"/>
      </w:tblGrid>
      <w:tr w:rsidR="007D722E" w:rsidRPr="00556A11" w:rsidTr="006F1EC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 w:rsidP="006F1EC6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 Sede di lavoro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 w:rsidP="006F1EC6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Beinasco (TO)</w:t>
            </w:r>
          </w:p>
        </w:tc>
      </w:tr>
      <w:tr w:rsidR="007D722E" w:rsidRPr="00556A11" w:rsidTr="006F1EC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 w:rsidP="006F1EC6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Settore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 w:rsidP="006F1EC6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Edilizia</w:t>
            </w:r>
          </w:p>
        </w:tc>
      </w:tr>
      <w:tr w:rsidR="007D722E" w:rsidRPr="00556A11" w:rsidTr="006F1EC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 w:rsidP="006F1EC6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Titolo di Studio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 w:rsidP="006F1EC6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Scuola dell'obbligo</w:t>
            </w:r>
          </w:p>
        </w:tc>
      </w:tr>
    </w:tbl>
    <w:p w:rsidR="007D722E" w:rsidRPr="009135C7" w:rsidRDefault="007D722E" w:rsidP="00A63115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Impresa per lavori su Torino e provincia cerca per inserimento proprio organico addetto macchine movimento terra preferibilmente con pat.C per lavori di impiantistica stradale e di edilizia.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 xml:space="preserve">Inviare curriculum a </w:t>
      </w:r>
      <w:hyperlink r:id="rId8" w:history="1">
        <w:r w:rsidRPr="009135C7">
          <w:rPr>
            <w:rStyle w:val="Hyperlink"/>
            <w:rFonts w:ascii="Arial" w:hAnsi="Arial" w:cs="Arial"/>
            <w:bCs/>
            <w:kern w:val="36"/>
            <w:sz w:val="28"/>
            <w:szCs w:val="28"/>
            <w:lang w:eastAsia="it-IT"/>
          </w:rPr>
          <w:t>icfa@icfa.it</w:t>
        </w:r>
      </w:hyperlink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  per essere ricontattati per effettuare colloquio conoscitivo</w:t>
      </w:r>
    </w:p>
    <w:p w:rsidR="007D722E" w:rsidRDefault="007D722E" w:rsidP="00C722C2">
      <w:pPr>
        <w:textAlignment w:val="baseline"/>
        <w:rPr>
          <w:rFonts w:ascii="Arial" w:hAnsi="Arial" w:cs="Arial"/>
          <w:sz w:val="28"/>
          <w:szCs w:val="28"/>
        </w:rPr>
      </w:pPr>
    </w:p>
    <w:p w:rsidR="007D722E" w:rsidRDefault="007D722E" w:rsidP="00C722C2">
      <w:pPr>
        <w:textAlignment w:val="baseline"/>
        <w:rPr>
          <w:rFonts w:ascii="Arial" w:hAnsi="Arial" w:cs="Arial"/>
          <w:sz w:val="28"/>
          <w:szCs w:val="28"/>
        </w:rPr>
      </w:pPr>
    </w:p>
    <w:p w:rsidR="007D722E" w:rsidRDefault="007D722E" w:rsidP="00C722C2">
      <w:pPr>
        <w:textAlignment w:val="baseline"/>
        <w:rPr>
          <w:rFonts w:ascii="Arial" w:hAnsi="Arial" w:cs="Arial"/>
          <w:sz w:val="28"/>
          <w:szCs w:val="28"/>
        </w:rPr>
      </w:pPr>
    </w:p>
    <w:p w:rsidR="007D722E" w:rsidRDefault="007D722E" w:rsidP="00C722C2">
      <w:pPr>
        <w:textAlignment w:val="baseline"/>
        <w:rPr>
          <w:rFonts w:ascii="Arial" w:hAnsi="Arial" w:cs="Arial"/>
          <w:sz w:val="28"/>
          <w:szCs w:val="28"/>
        </w:rPr>
      </w:pPr>
    </w:p>
    <w:p w:rsidR="007D722E" w:rsidRPr="009135C7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Responsabile magazzino</w:t>
      </w:r>
    </w:p>
    <w:p w:rsidR="007D722E" w:rsidRPr="009135C7" w:rsidRDefault="007D722E" w:rsidP="00C722C2">
      <w:pPr>
        <w:textAlignment w:val="center"/>
        <w:rPr>
          <w:rFonts w:ascii="Arial" w:hAnsi="Arial" w:cs="Arial"/>
          <w:b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/>
          <w:bCs/>
          <w:kern w:val="36"/>
          <w:sz w:val="28"/>
          <w:szCs w:val="28"/>
          <w:lang w:eastAsia="it-IT"/>
        </w:rPr>
        <w:br/>
      </w:r>
      <w:r w:rsidRPr="009135C7">
        <w:rPr>
          <w:rFonts w:ascii="Arial" w:hAnsi="Arial" w:cs="Arial"/>
          <w:kern w:val="36"/>
          <w:sz w:val="28"/>
          <w:szCs w:val="28"/>
          <w:lang w:eastAsia="it-IT"/>
        </w:rPr>
        <w:t>g.d.a. srl</w:t>
      </w:r>
      <w:r w:rsidRPr="009135C7">
        <w:rPr>
          <w:rFonts w:ascii="Arial" w:hAnsi="Arial" w:cs="Arial"/>
          <w:b/>
          <w:bCs/>
          <w:kern w:val="36"/>
          <w:sz w:val="28"/>
          <w:szCs w:val="28"/>
          <w:lang w:eastAsia="it-IT"/>
        </w:rPr>
        <w:t> (Azienda)</w:t>
      </w:r>
    </w:p>
    <w:tbl>
      <w:tblPr>
        <w:tblW w:w="4678" w:type="dxa"/>
        <w:tblCellMar>
          <w:left w:w="0" w:type="dxa"/>
          <w:right w:w="0" w:type="dxa"/>
        </w:tblCellMar>
        <w:tblLook w:val="00A0"/>
      </w:tblPr>
      <w:tblGrid>
        <w:gridCol w:w="1800"/>
        <w:gridCol w:w="2878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Sede di lavoro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Rivoli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Settore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Commercio - Negozi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Orario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Full time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Contratto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Tempo determinato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Livello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Impiegato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Titolo di Studio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Diploma di Maturita'</w:t>
            </w:r>
          </w:p>
        </w:tc>
      </w:tr>
    </w:tbl>
    <w:p w:rsidR="007D722E" w:rsidRPr="009135C7" w:rsidRDefault="007D722E" w:rsidP="00C722C2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Azienda distribuzione automatica di bevande e snack ricerca, per la sua sede di Rivoli (TO), un responsabile di magazzino, full time, in possesso di almeno 5 anni di esperienza in analoga mansione presso aziende dinamiche del settore alimentare di media dimensione e della formazione prevista dalla normativa HACCP.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Il candidato si occuperà: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della ricezione della merce, verificando la rispondenza con la documentazione accompagnatoria e le sue condizioni, assicurandosi che sia priva di danni;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dello stoccaggio della merce, posizionandola secondo criteri stabiliti a monte;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della redazione e del controllo dell'inventario;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della gestione della scorta minima e degli ordini;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della gestione dei caricatori, con riferimento alle merci da caricare sugli automezzi per il quotidiano rifornimento dei distributori automatici.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E' figura operativa dinamica e con spiccata attitudine ad organizzare il lavoro in prima persona. Completa il profilo la buona conoscenza dei principali strumenti informatici (Ms Office, gestione e-mail).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Si offre contratto inizialmente a tempo determinato e pacchetto retributivo commisurato alle effettive esperienze maturate.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Si richiede l'invio del curriculum vitae.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Il presente annuncio è rivolto ad entrambi i sessi ai sensi della L. 903/77 e a persone di tutte le età e tutte le nazionalità, ai sensi dei decreti legislativi 215/03 e 216/03.</w:t>
      </w:r>
    </w:p>
    <w:p w:rsidR="007D722E" w:rsidRPr="009135C7" w:rsidRDefault="007D722E" w:rsidP="00C722C2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Pr="009135C7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Segretaria/o amministrativa/o - rivoli to</w:t>
      </w:r>
    </w:p>
    <w:p w:rsidR="007D722E" w:rsidRPr="009135C7" w:rsidRDefault="007D722E" w:rsidP="00C722C2">
      <w:pPr>
        <w:textAlignment w:val="center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/>
          <w:kern w:val="36"/>
          <w:sz w:val="28"/>
          <w:szCs w:val="28"/>
          <w:lang w:eastAsia="it-IT"/>
        </w:rPr>
        <w:t>m&amp;g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 (Azienda)</w:t>
      </w:r>
    </w:p>
    <w:tbl>
      <w:tblPr>
        <w:tblW w:w="5103" w:type="dxa"/>
        <w:tblCellMar>
          <w:left w:w="0" w:type="dxa"/>
          <w:right w:w="0" w:type="dxa"/>
        </w:tblCellMar>
        <w:tblLook w:val="00A0"/>
      </w:tblPr>
      <w:tblGrid>
        <w:gridCol w:w="1671"/>
        <w:gridCol w:w="3432"/>
      </w:tblGrid>
      <w:tr w:rsidR="007D722E" w:rsidRPr="00A63115"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 Sede di lavoro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Rivoli (TO)</w:t>
            </w:r>
          </w:p>
        </w:tc>
      </w:tr>
      <w:tr w:rsidR="007D722E" w:rsidRPr="00A63115"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Settore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Amministrazione - Segreteria</w:t>
            </w:r>
          </w:p>
        </w:tc>
      </w:tr>
      <w:tr w:rsidR="007D722E" w:rsidRPr="00A63115"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Orario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Part time</w:t>
            </w:r>
          </w:p>
        </w:tc>
      </w:tr>
      <w:tr w:rsidR="007D722E" w:rsidRPr="00A63115"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Contratto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Tempo determinato</w:t>
            </w:r>
          </w:p>
        </w:tc>
      </w:tr>
      <w:tr w:rsidR="007D722E" w:rsidRPr="00A63115"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Impiegato</w:t>
            </w:r>
          </w:p>
        </w:tc>
      </w:tr>
      <w:tr w:rsidR="007D722E" w:rsidRPr="00A63115"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Titolo di Studio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</w:pPr>
            <w:r w:rsidRPr="00A63115">
              <w:rPr>
                <w:rFonts w:ascii="Arial" w:hAnsi="Arial" w:cs="Arial"/>
                <w:bCs/>
                <w:kern w:val="36"/>
                <w:sz w:val="20"/>
                <w:szCs w:val="20"/>
                <w:lang w:eastAsia="it-IT"/>
              </w:rPr>
              <w:t>Diploma di Maturita'</w:t>
            </w:r>
          </w:p>
        </w:tc>
      </w:tr>
    </w:tbl>
    <w:p w:rsidR="007D722E" w:rsidRDefault="007D722E" w:rsidP="00A63115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Si seleziona una SEGRETARIA/O AMMINISTRATIVA/O a RIVOLI TO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Si richiede disponibilità immediata per lavoro PART TIME di 5 GIORNI SU 7.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Richiesta esperienza i contabilità, fatturazione, prima nota, gestione ordini e fornitori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Si offre Contratto Nazionale di categoria a Tempo Determinato, comprensivo di tutti gli oneri di legge.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Si prenderanno in considerazione i candidati residenti esclusivamente in zona o in zone limitrofe.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 xml:space="preserve">Per candidarsi all'offerta è necessario inviare la propria candidatura scrivendo una mail a </w:t>
      </w:r>
      <w:hyperlink r:id="rId9" w:history="1">
        <w:r w:rsidRPr="009135C7">
          <w:rPr>
            <w:rStyle w:val="Hyperlink"/>
            <w:rFonts w:ascii="Arial" w:hAnsi="Arial" w:cs="Arial"/>
            <w:bCs/>
            <w:kern w:val="36"/>
            <w:sz w:val="28"/>
            <w:szCs w:val="28"/>
            <w:lang w:eastAsia="it-IT"/>
          </w:rPr>
          <w:t>selezione.piemonte@meggroup.it</w:t>
        </w:r>
      </w:hyperlink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 , allegando un Curriculum aggiornato con foto.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E' OBBLIGATORIO INDICARE NELL'OGGETTO DELLA MAIL LA POSIZIONE PER LA QUALE SI CONCORRE E LA CITTA' DI RIFERIMENTO.</w:t>
      </w:r>
    </w:p>
    <w:p w:rsidR="007D722E" w:rsidRDefault="007D722E" w:rsidP="00A63115">
      <w:pPr>
        <w:pBdr>
          <w:bottom w:val="single" w:sz="12" w:space="1" w:color="auto"/>
        </w:pBd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Pr="009135C7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Personal Trainer</w:t>
      </w:r>
    </w:p>
    <w:p w:rsidR="007D722E" w:rsidRPr="009135C7" w:rsidRDefault="007D722E" w:rsidP="00C722C2">
      <w:pPr>
        <w:textAlignment w:val="center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/>
          <w:kern w:val="36"/>
          <w:sz w:val="28"/>
          <w:szCs w:val="28"/>
          <w:lang w:eastAsia="it-IT"/>
        </w:rPr>
        <w:t>Bodyworks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 (Azienda)</w:t>
      </w:r>
    </w:p>
    <w:tbl>
      <w:tblPr>
        <w:tblW w:w="4395" w:type="dxa"/>
        <w:tblCellMar>
          <w:left w:w="0" w:type="dxa"/>
          <w:right w:w="0" w:type="dxa"/>
        </w:tblCellMar>
        <w:tblLook w:val="00A0"/>
      </w:tblPr>
      <w:tblGrid>
        <w:gridCol w:w="1800"/>
        <w:gridCol w:w="2595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Sede di lavoro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Piossasco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Settore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Altro - Lavoro domestico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Titolo di Studio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Diploma di Maturita'</w:t>
            </w:r>
          </w:p>
        </w:tc>
      </w:tr>
    </w:tbl>
    <w:p w:rsidR="007D722E" w:rsidRPr="009135C7" w:rsidRDefault="007D722E" w:rsidP="00A63115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Cercasi con urgenza un Personal Trainer che abbia Certificazione ISSA italia o laurea in scienze mo</w:t>
      </w:r>
      <w:r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torie. 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Palestra a Piossasco Contatto 349 536 3396  </w:t>
      </w:r>
    </w:p>
    <w:p w:rsidR="007D722E" w:rsidRPr="009135C7" w:rsidRDefault="007D722E" w:rsidP="00C722C2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Estetista</w:t>
      </w:r>
    </w:p>
    <w:p w:rsidR="007D722E" w:rsidRPr="009135C7" w:rsidRDefault="007D722E" w:rsidP="00C722C2">
      <w:pPr>
        <w:textAlignment w:val="center"/>
        <w:rPr>
          <w:rFonts w:ascii="Arial" w:hAnsi="Arial" w:cs="Arial"/>
          <w:b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/>
          <w:kern w:val="36"/>
          <w:sz w:val="28"/>
          <w:szCs w:val="28"/>
          <w:lang w:eastAsia="it-IT"/>
        </w:rPr>
        <w:t>beauty planet 2 sas</w:t>
      </w:r>
      <w:r w:rsidRPr="009135C7">
        <w:rPr>
          <w:rFonts w:ascii="Arial" w:hAnsi="Arial" w:cs="Arial"/>
          <w:b/>
          <w:bCs/>
          <w:kern w:val="36"/>
          <w:sz w:val="28"/>
          <w:szCs w:val="28"/>
          <w:lang w:eastAsia="it-IT"/>
        </w:rPr>
        <w:t> (Azienda)</w:t>
      </w:r>
    </w:p>
    <w:tbl>
      <w:tblPr>
        <w:tblW w:w="5529" w:type="dxa"/>
        <w:tblCellMar>
          <w:left w:w="0" w:type="dxa"/>
          <w:right w:w="0" w:type="dxa"/>
        </w:tblCellMar>
        <w:tblLook w:val="00A0"/>
      </w:tblPr>
      <w:tblGrid>
        <w:gridCol w:w="1800"/>
        <w:gridCol w:w="3729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 Sede di lavoro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Piossasco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Settore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Estetica - Cura della persona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Orario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Turni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Contratto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Contratto a progetto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Titolo di Studio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Scuola dell'obbligo</w:t>
            </w:r>
          </w:p>
        </w:tc>
      </w:tr>
    </w:tbl>
    <w:p w:rsidR="007D722E" w:rsidRPr="009135C7" w:rsidRDefault="007D722E" w:rsidP="00A63115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Gruppo Beauty Planet seleziona 1 Estetista per potenziamento centri benessere di Piossasco &amp; Vigone ( To ) quindi la figura che cerchiamo dovrà spostarsi su entrambe le realtà 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Offriamo l'esclusiva opportunità di entrare in un mondo all'avanguardia in termini di tecnologie ( essendo anche costruttori e rivenditori di macchinari ) e professionalità unitamente alla possibilità di confrontarsi e rapportarsi con Professionisti interni ed esterni in ambito Estetico , Paramedicale e Medico ( ns. Direttore Scientifico Dott. Finiguerra Medico Estetico e Dietologo ed il Titolare del Gruppo anche Commissario Tecnico ed Esperto del Mondo del Lavoro con determina della Regione Piemonte ). Offriamo inserimento immediato in un Team dinamico e performante con possibilità di crescita attraverso percorsi di affiancamento ed apprendimento di tutte le ns. apparecchiature , alcune prodotte dalla ns. Divisione Tecnologica Onlyone Solution . Il livello economico ed il contratto proposto , dopo i primi mesi di training retribuito , saranno commisurati alle reali capacità sul campo del candidato misurato nel tempo. Riveste carattere preferenziale nella selezione la conoscenza di tecnologie quali Lpg Viso &amp; Corpo , Cavitazione , Radiofrequenza , Luce Pulsata , Soft Laser e l'utilizzo già consolidato di panni caldi e Hot Caby nell'ambito dei trattamenti cabina.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La figura che cerchiamo deve essere umile e volenterosa , con una buona dose di grinta e motivazione personale , non deve avere problemi a spostarsi tra le 2 sedi di Vigone e Piossasco ( To ) ed in futuro ad effettuare servizi esterni a domicilio cliente o presso Ospedali e Case di Cura in convenzione con il Gruppo , se n</w:t>
      </w:r>
      <w:r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ecessario , anche nei weekend. 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Inviare c.v. a </w:t>
      </w:r>
      <w:hyperlink r:id="rId10" w:history="1">
        <w:r w:rsidRPr="009C106E">
          <w:rPr>
            <w:rStyle w:val="Hyperlink"/>
            <w:rFonts w:ascii="Arial" w:hAnsi="Arial" w:cs="Arial"/>
            <w:bCs/>
            <w:kern w:val="36"/>
            <w:sz w:val="28"/>
            <w:szCs w:val="28"/>
            <w:lang w:eastAsia="it-IT"/>
          </w:rPr>
          <w:t>info@beautyplanet.net</w:t>
        </w:r>
      </w:hyperlink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  o contattare per info numero dedicato 333 951 71 71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</w:r>
    </w:p>
    <w:p w:rsidR="007D722E" w:rsidRPr="009135C7" w:rsidRDefault="007D722E" w:rsidP="009135C7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Tecnico sistemi tecnologia 5G</w:t>
      </w:r>
    </w:p>
    <w:p w:rsidR="007D722E" w:rsidRPr="009135C7" w:rsidRDefault="007D722E" w:rsidP="009135C7">
      <w:pPr>
        <w:textAlignment w:val="center"/>
        <w:rPr>
          <w:rFonts w:ascii="Arial" w:hAnsi="Arial" w:cs="Arial"/>
          <w:b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/>
          <w:kern w:val="36"/>
          <w:sz w:val="28"/>
          <w:szCs w:val="28"/>
          <w:lang w:eastAsia="it-IT"/>
        </w:rPr>
        <w:t>deca service srl</w:t>
      </w:r>
      <w:r w:rsidRPr="009135C7">
        <w:rPr>
          <w:rFonts w:ascii="Arial" w:hAnsi="Arial" w:cs="Arial"/>
          <w:b/>
          <w:bCs/>
          <w:kern w:val="36"/>
          <w:sz w:val="28"/>
          <w:szCs w:val="28"/>
          <w:lang w:eastAsia="it-IT"/>
        </w:rPr>
        <w:t> (Azienda)</w:t>
      </w:r>
    </w:p>
    <w:tbl>
      <w:tblPr>
        <w:tblW w:w="7371" w:type="dxa"/>
        <w:tblCellMar>
          <w:left w:w="0" w:type="dxa"/>
          <w:right w:w="0" w:type="dxa"/>
        </w:tblCellMar>
        <w:tblLook w:val="00A0"/>
      </w:tblPr>
      <w:tblGrid>
        <w:gridCol w:w="1785"/>
        <w:gridCol w:w="5586"/>
      </w:tblGrid>
      <w:tr w:rsidR="007D722E" w:rsidRPr="00556A11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 Sede di lavoro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Grugliasco (TO)</w:t>
            </w:r>
          </w:p>
        </w:tc>
      </w:tr>
      <w:tr w:rsidR="007D722E" w:rsidRPr="00556A11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Settore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Informatica - Telecomunicazioni, Marketing - Comunicazione</w:t>
            </w:r>
          </w:p>
        </w:tc>
      </w:tr>
      <w:tr w:rsidR="007D722E" w:rsidRPr="00556A11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Orario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Part time</w:t>
            </w:r>
          </w:p>
        </w:tc>
      </w:tr>
      <w:tr w:rsidR="007D722E" w:rsidRPr="00556A11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Contratto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Tempo indeterminato</w:t>
            </w:r>
          </w:p>
        </w:tc>
      </w:tr>
      <w:tr w:rsidR="007D722E" w:rsidRPr="00556A11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Livello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Impiegato</w:t>
            </w:r>
          </w:p>
        </w:tc>
      </w:tr>
      <w:tr w:rsidR="007D722E" w:rsidRPr="00556A11"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Titolo di Studio</w:t>
            </w:r>
          </w:p>
        </w:tc>
        <w:tc>
          <w:tcPr>
            <w:tcW w:w="55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/>
                <w:bCs/>
                <w:kern w:val="36"/>
                <w:sz w:val="28"/>
                <w:szCs w:val="28"/>
                <w:lang w:eastAsia="it-IT"/>
              </w:rPr>
              <w:t>Laurea</w:t>
            </w:r>
          </w:p>
        </w:tc>
      </w:tr>
    </w:tbl>
    <w:p w:rsidR="007D722E" w:rsidRPr="009135C7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Cercasi risorsa con le seguenti competenze: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 Competenze di analisi sistemistica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 Basi di reti di telecomunicazione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 Competenze da sviluppatore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 Competenze su dispositivi mobili apple ed android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 Basi di modellistica dei sistemi in campo industriale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o Competenze di reporting/dashboard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L'orario da coprire sarà di 6 ore giornaliere, dalle ore 11 alle ore 17 oppure entrata mezz'ora/1 ora prima per avere una pausa pranzo tra le 13 e le 14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La risorsa si occuperà anche di affiancare le altre risorse in ufficio per coprire incarichi amministrativi.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E' gradita, seppur non indispensabile, la possibilità di accedere ad agevolazioni contributive.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 xml:space="preserve">Mandare curriculum alla mail: </w:t>
      </w:r>
      <w:hyperlink r:id="rId11" w:history="1">
        <w:r w:rsidRPr="009135C7">
          <w:rPr>
            <w:rStyle w:val="Hyperlink"/>
            <w:rFonts w:ascii="Arial" w:hAnsi="Arial" w:cs="Arial"/>
            <w:bCs/>
            <w:kern w:val="36"/>
            <w:sz w:val="28"/>
            <w:szCs w:val="28"/>
            <w:lang w:eastAsia="it-IT"/>
          </w:rPr>
          <w:t>info@decaservice.net</w:t>
        </w:r>
      </w:hyperlink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 </w:t>
      </w:r>
    </w:p>
    <w:p w:rsidR="007D722E" w:rsidRPr="009135C7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Pr="009135C7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Pr="009135C7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Pr="004242A1" w:rsidRDefault="007D722E" w:rsidP="009135C7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 w:rsidRPr="004242A1">
        <w:rPr>
          <w:rFonts w:ascii="Arial" w:hAnsi="Arial" w:cs="Arial"/>
          <w:sz w:val="28"/>
          <w:szCs w:val="28"/>
        </w:rPr>
        <w:t>Responsabile tecnico officina autoriparazioni</w:t>
      </w:r>
    </w:p>
    <w:p w:rsidR="007D722E" w:rsidRPr="004242A1" w:rsidRDefault="007D722E" w:rsidP="009135C7">
      <w:pPr>
        <w:textAlignment w:val="center"/>
        <w:rPr>
          <w:rFonts w:ascii="Arial" w:hAnsi="Arial" w:cs="Arial"/>
          <w:b/>
          <w:bCs/>
          <w:kern w:val="36"/>
          <w:sz w:val="28"/>
          <w:szCs w:val="28"/>
          <w:lang w:eastAsia="it-IT"/>
        </w:rPr>
      </w:pPr>
      <w:r w:rsidRPr="004242A1">
        <w:rPr>
          <w:rFonts w:ascii="Arial" w:hAnsi="Arial" w:cs="Arial"/>
          <w:b/>
          <w:kern w:val="36"/>
          <w:sz w:val="28"/>
          <w:szCs w:val="28"/>
          <w:lang w:eastAsia="it-IT"/>
        </w:rPr>
        <w:t>Sergauto impianti gpl</w:t>
      </w:r>
      <w:r w:rsidRPr="004242A1">
        <w:rPr>
          <w:rFonts w:ascii="Arial" w:hAnsi="Arial" w:cs="Arial"/>
          <w:b/>
          <w:bCs/>
          <w:kern w:val="36"/>
          <w:sz w:val="28"/>
          <w:szCs w:val="28"/>
          <w:lang w:eastAsia="it-IT"/>
        </w:rPr>
        <w:t> (Azienda)</w:t>
      </w:r>
    </w:p>
    <w:tbl>
      <w:tblPr>
        <w:tblW w:w="4536" w:type="dxa"/>
        <w:tblCellMar>
          <w:left w:w="0" w:type="dxa"/>
          <w:right w:w="0" w:type="dxa"/>
        </w:tblCellMar>
        <w:tblLook w:val="00A0"/>
      </w:tblPr>
      <w:tblGrid>
        <w:gridCol w:w="1800"/>
        <w:gridCol w:w="2736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Sede di lavoro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Grugliasco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Settore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Produzione - Operai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Orario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Full time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Contratto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Tempo indeterminato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Titolo di Studio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9135C7" w:rsidRDefault="007D722E">
            <w:pPr>
              <w:jc w:val="right"/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</w:pPr>
            <w:r w:rsidRPr="009135C7">
              <w:rPr>
                <w:rFonts w:ascii="Arial" w:hAnsi="Arial" w:cs="Arial"/>
                <w:bCs/>
                <w:kern w:val="36"/>
                <w:sz w:val="28"/>
                <w:szCs w:val="28"/>
                <w:lang w:eastAsia="it-IT"/>
              </w:rPr>
              <w:t>Diploma di Maturita'</w:t>
            </w:r>
          </w:p>
        </w:tc>
      </w:tr>
    </w:tbl>
    <w:p w:rsidR="007D722E" w:rsidRDefault="007D722E" w:rsidP="009135C7">
      <w:pP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>Officina Autoriparazioni e installazione impianti gpl, ricerca figura max 30 anni con esperienza documentabile, di, meccanico diagnostico, per posizione di Responsabile tecnico con requisiti.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È gradita l'esperienza nel settore impianti gpl 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br/>
        <w:t>Inviare esclusivamente curriculum a : </w:t>
      </w:r>
      <w:hyperlink r:id="rId12" w:history="1">
        <w:r w:rsidRPr="009135C7">
          <w:rPr>
            <w:rFonts w:ascii="Arial" w:hAnsi="Arial" w:cs="Arial"/>
            <w:bCs/>
            <w:kern w:val="36"/>
            <w:sz w:val="28"/>
            <w:szCs w:val="28"/>
            <w:lang w:eastAsia="it-IT"/>
          </w:rPr>
          <w:t>renzocarpenzano34@gmail.com</w:t>
        </w:r>
      </w:hyperlink>
      <w:r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 </w:t>
      </w:r>
      <w:r w:rsidRPr="009135C7">
        <w:rPr>
          <w:rFonts w:ascii="Arial" w:hAnsi="Arial" w:cs="Arial"/>
          <w:bCs/>
          <w:kern w:val="36"/>
          <w:sz w:val="28"/>
          <w:szCs w:val="28"/>
          <w:lang w:eastAsia="it-IT"/>
        </w:rPr>
        <w:t xml:space="preserve">  </w:t>
      </w:r>
    </w:p>
    <w:p w:rsidR="007D722E" w:rsidRDefault="007D722E" w:rsidP="009135C7">
      <w:pPr>
        <w:pBdr>
          <w:bottom w:val="single" w:sz="12" w:space="1" w:color="auto"/>
        </w:pBdr>
        <w:textAlignment w:val="baseline"/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p w:rsidR="007D722E" w:rsidRPr="009135C7" w:rsidRDefault="007D722E" w:rsidP="009135C7">
      <w:pPr>
        <w:pStyle w:val="Heading1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Segre</w:t>
      </w:r>
      <w:r w:rsidRPr="009135C7">
        <w:rPr>
          <w:rFonts w:ascii="Arial" w:hAnsi="Arial" w:cs="Arial"/>
          <w:sz w:val="28"/>
          <w:szCs w:val="28"/>
        </w:rPr>
        <w:t>taria - Coordinatrice</w:t>
      </w:r>
    </w:p>
    <w:p w:rsidR="007D722E" w:rsidRPr="009135C7" w:rsidRDefault="007D722E" w:rsidP="009135C7">
      <w:pPr>
        <w:textAlignment w:val="center"/>
        <w:rPr>
          <w:rFonts w:ascii="Arial" w:hAnsi="Arial" w:cs="Arial"/>
          <w:color w:val="969696"/>
          <w:sz w:val="28"/>
          <w:szCs w:val="28"/>
        </w:rPr>
      </w:pPr>
      <w:r w:rsidRPr="009135C7">
        <w:rPr>
          <w:rStyle w:val="Strong"/>
          <w:rFonts w:ascii="Arial" w:hAnsi="Arial" w:cs="Arial"/>
          <w:color w:val="0097A6"/>
          <w:sz w:val="28"/>
          <w:szCs w:val="28"/>
          <w:bdr w:val="none" w:sz="0" w:space="0" w:color="auto" w:frame="1"/>
        </w:rPr>
        <w:t>Studio Leonida S.a.s</w:t>
      </w:r>
      <w:r w:rsidRPr="009135C7">
        <w:rPr>
          <w:rFonts w:ascii="Arial" w:hAnsi="Arial" w:cs="Arial"/>
          <w:color w:val="969696"/>
          <w:sz w:val="28"/>
          <w:szCs w:val="28"/>
        </w:rPr>
        <w:t> (Azienda)</w:t>
      </w:r>
    </w:p>
    <w:tbl>
      <w:tblPr>
        <w:tblW w:w="5245" w:type="dxa"/>
        <w:tblCellMar>
          <w:left w:w="0" w:type="dxa"/>
          <w:right w:w="0" w:type="dxa"/>
        </w:tblCellMar>
        <w:tblLook w:val="00A0"/>
      </w:tblPr>
      <w:tblGrid>
        <w:gridCol w:w="1800"/>
        <w:gridCol w:w="3445"/>
      </w:tblGrid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color w:val="969696"/>
                <w:sz w:val="20"/>
                <w:szCs w:val="20"/>
              </w:rPr>
            </w:pPr>
            <w:r w:rsidRPr="00A63115">
              <w:rPr>
                <w:rFonts w:ascii="Arial" w:hAnsi="Arial" w:cs="Arial"/>
                <w:color w:val="969696"/>
                <w:sz w:val="20"/>
                <w:szCs w:val="20"/>
              </w:rPr>
              <w:t>Sede di lavoro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15">
              <w:rPr>
                <w:rFonts w:ascii="Arial" w:hAnsi="Arial" w:cs="Arial"/>
                <w:b/>
                <w:bCs/>
                <w:sz w:val="20"/>
                <w:szCs w:val="20"/>
              </w:rPr>
              <w:t>Nichelino (TO)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color w:val="969696"/>
                <w:sz w:val="20"/>
                <w:szCs w:val="20"/>
              </w:rPr>
            </w:pPr>
            <w:r w:rsidRPr="00A63115">
              <w:rPr>
                <w:rFonts w:ascii="Arial" w:hAnsi="Arial" w:cs="Arial"/>
                <w:color w:val="969696"/>
                <w:sz w:val="20"/>
                <w:szCs w:val="20"/>
              </w:rPr>
              <w:t>Settore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15">
              <w:rPr>
                <w:rFonts w:ascii="Arial" w:hAnsi="Arial" w:cs="Arial"/>
                <w:b/>
                <w:bCs/>
                <w:sz w:val="20"/>
                <w:szCs w:val="20"/>
              </w:rPr>
              <w:t>Commerciale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color w:val="969696"/>
                <w:sz w:val="20"/>
                <w:szCs w:val="20"/>
              </w:rPr>
            </w:pPr>
            <w:r w:rsidRPr="00A63115">
              <w:rPr>
                <w:rFonts w:ascii="Arial" w:hAnsi="Arial" w:cs="Arial"/>
                <w:color w:val="969696"/>
                <w:sz w:val="20"/>
                <w:szCs w:val="20"/>
              </w:rPr>
              <w:t>Orario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15">
              <w:rPr>
                <w:rFonts w:ascii="Arial" w:hAnsi="Arial" w:cs="Arial"/>
                <w:b/>
                <w:bCs/>
                <w:sz w:val="20"/>
                <w:szCs w:val="20"/>
              </w:rPr>
              <w:t>Full time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color w:val="969696"/>
                <w:sz w:val="20"/>
                <w:szCs w:val="20"/>
              </w:rPr>
            </w:pPr>
            <w:r w:rsidRPr="00A63115">
              <w:rPr>
                <w:rFonts w:ascii="Arial" w:hAnsi="Arial" w:cs="Arial"/>
                <w:color w:val="969696"/>
                <w:sz w:val="20"/>
                <w:szCs w:val="20"/>
              </w:rPr>
              <w:t>Livello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15">
              <w:rPr>
                <w:rFonts w:ascii="Arial" w:hAnsi="Arial" w:cs="Arial"/>
                <w:b/>
                <w:bCs/>
                <w:sz w:val="20"/>
                <w:szCs w:val="20"/>
              </w:rPr>
              <w:t>Impiegato</w:t>
            </w:r>
          </w:p>
        </w:tc>
      </w:tr>
      <w:tr w:rsidR="007D722E" w:rsidRPr="00556A1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rPr>
                <w:rFonts w:ascii="Arial" w:hAnsi="Arial" w:cs="Arial"/>
                <w:color w:val="969696"/>
                <w:sz w:val="20"/>
                <w:szCs w:val="20"/>
              </w:rPr>
            </w:pPr>
            <w:r w:rsidRPr="00A63115">
              <w:rPr>
                <w:rFonts w:ascii="Arial" w:hAnsi="Arial" w:cs="Arial"/>
                <w:color w:val="969696"/>
                <w:sz w:val="20"/>
                <w:szCs w:val="20"/>
              </w:rPr>
              <w:t>Titolo di Studio</w:t>
            </w: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bottom"/>
          </w:tcPr>
          <w:p w:rsidR="007D722E" w:rsidRPr="00A63115" w:rsidRDefault="007D72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15">
              <w:rPr>
                <w:rFonts w:ascii="Arial" w:hAnsi="Arial" w:cs="Arial"/>
                <w:b/>
                <w:bCs/>
                <w:sz w:val="20"/>
                <w:szCs w:val="20"/>
              </w:rPr>
              <w:t>Diploma di Maturita'</w:t>
            </w:r>
          </w:p>
        </w:tc>
      </w:tr>
    </w:tbl>
    <w:p w:rsidR="007D722E" w:rsidRPr="009135C7" w:rsidRDefault="007D722E" w:rsidP="00A63115">
      <w:pPr>
        <w:textAlignment w:val="baseline"/>
        <w:rPr>
          <w:rFonts w:ascii="Arial" w:hAnsi="Arial" w:cs="Arial"/>
          <w:sz w:val="28"/>
          <w:szCs w:val="28"/>
        </w:rPr>
      </w:pPr>
      <w:r w:rsidRPr="009135C7">
        <w:rPr>
          <w:rFonts w:ascii="Arial" w:hAnsi="Arial" w:cs="Arial"/>
          <w:sz w:val="28"/>
          <w:szCs w:val="28"/>
        </w:rPr>
        <w:t>Agenzia immobiliare di Nichelino, affiliata Tecnorete cerca giovani laureati o diplomati per attività d'ufficio quali: accoglienza clienti, gestione data-base e promozione immobili.</w:t>
      </w:r>
      <w:r>
        <w:rPr>
          <w:rFonts w:ascii="Arial" w:hAnsi="Arial" w:cs="Arial"/>
          <w:sz w:val="28"/>
          <w:szCs w:val="28"/>
        </w:rPr>
        <w:t xml:space="preserve"> </w:t>
      </w:r>
      <w:r w:rsidRPr="009135C7">
        <w:rPr>
          <w:rFonts w:ascii="Arial" w:hAnsi="Arial" w:cs="Arial"/>
          <w:sz w:val="28"/>
          <w:szCs w:val="28"/>
        </w:rPr>
        <w:t xml:space="preserve">Per la posizione aperta si richiede: forte motivazione, predisposizione al rapporto con la clientela, capacità di team working e problem solving. Verrà garantita una formazione costante, con possibilità di affiancamento operativo e corsi organizzati presso la Scuola di Formazione Tecnocasa. Per inviare la tua candidatura o richiedere maggiori informazioni, contattare l'indirizzo </w:t>
      </w:r>
      <w:hyperlink r:id="rId13" w:history="1">
        <w:r w:rsidRPr="00895759">
          <w:rPr>
            <w:rStyle w:val="Hyperlink"/>
            <w:rFonts w:ascii="Arial" w:hAnsi="Arial" w:cs="Arial"/>
            <w:sz w:val="28"/>
            <w:szCs w:val="28"/>
          </w:rPr>
          <w:t>to2b3@tecnorete.it</w:t>
        </w:r>
      </w:hyperlink>
      <w:r>
        <w:rPr>
          <w:rFonts w:ascii="Arial" w:hAnsi="Arial" w:cs="Arial"/>
          <w:sz w:val="28"/>
          <w:szCs w:val="28"/>
        </w:rPr>
        <w:t xml:space="preserve"> </w:t>
      </w:r>
      <w:r w:rsidRPr="009135C7">
        <w:rPr>
          <w:rFonts w:ascii="Arial" w:hAnsi="Arial" w:cs="Arial"/>
          <w:sz w:val="28"/>
          <w:szCs w:val="28"/>
        </w:rPr>
        <w:t>. </w:t>
      </w:r>
      <w:r w:rsidRPr="009135C7">
        <w:rPr>
          <w:rFonts w:ascii="Arial" w:hAnsi="Arial" w:cs="Arial"/>
          <w:sz w:val="28"/>
          <w:szCs w:val="28"/>
        </w:rPr>
        <w:br/>
        <w:t>Verranno prese in considerazione solo le candidature provviste di curriculum.</w:t>
      </w:r>
    </w:p>
    <w:p w:rsidR="007D722E" w:rsidRPr="009135C7" w:rsidRDefault="007D722E" w:rsidP="00C722C2">
      <w:pPr>
        <w:rPr>
          <w:rFonts w:ascii="Arial" w:hAnsi="Arial" w:cs="Arial"/>
          <w:bCs/>
          <w:kern w:val="36"/>
          <w:sz w:val="28"/>
          <w:szCs w:val="28"/>
          <w:lang w:eastAsia="it-IT"/>
        </w:rPr>
      </w:pPr>
    </w:p>
    <w:sectPr w:rsidR="007D722E" w:rsidRPr="009135C7" w:rsidSect="002C635C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22E" w:rsidRDefault="007D722E" w:rsidP="00C722C2">
      <w:pPr>
        <w:spacing w:after="0" w:line="240" w:lineRule="auto"/>
      </w:pPr>
      <w:r>
        <w:separator/>
      </w:r>
    </w:p>
  </w:endnote>
  <w:endnote w:type="continuationSeparator" w:id="0">
    <w:p w:rsidR="007D722E" w:rsidRDefault="007D722E" w:rsidP="00C72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22E" w:rsidRDefault="007D722E" w:rsidP="00C722C2">
      <w:pPr>
        <w:spacing w:after="0" w:line="240" w:lineRule="auto"/>
      </w:pPr>
      <w:r>
        <w:separator/>
      </w:r>
    </w:p>
  </w:footnote>
  <w:footnote w:type="continuationSeparator" w:id="0">
    <w:p w:rsidR="007D722E" w:rsidRDefault="007D722E" w:rsidP="00C72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2E" w:rsidRPr="00C722C2" w:rsidRDefault="007D722E">
    <w:pPr>
      <w:pStyle w:val="Header"/>
      <w:rPr>
        <w:sz w:val="28"/>
        <w:szCs w:val="28"/>
      </w:rPr>
    </w:pPr>
    <w:r w:rsidRPr="00C722C2">
      <w:rPr>
        <w:sz w:val="28"/>
        <w:szCs w:val="28"/>
      </w:rPr>
      <w:t xml:space="preserve">ANNUNCI SUBITO.IT </w:t>
    </w:r>
    <w:r>
      <w:rPr>
        <w:sz w:val="28"/>
        <w:szCs w:val="28"/>
      </w:rPr>
      <w:t xml:space="preserve"> TORINO SUD </w:t>
    </w:r>
    <w:r w:rsidRPr="00C722C2">
      <w:rPr>
        <w:sz w:val="28"/>
        <w:szCs w:val="28"/>
      </w:rPr>
      <w:t>DAL 7 AL 11 FEBBRAIO 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0B6"/>
    <w:rsid w:val="00230D1B"/>
    <w:rsid w:val="002C635C"/>
    <w:rsid w:val="00371A6D"/>
    <w:rsid w:val="00423376"/>
    <w:rsid w:val="004242A1"/>
    <w:rsid w:val="00556A11"/>
    <w:rsid w:val="00581F90"/>
    <w:rsid w:val="006250B6"/>
    <w:rsid w:val="006506C3"/>
    <w:rsid w:val="006B4DEB"/>
    <w:rsid w:val="006F1EC6"/>
    <w:rsid w:val="007D722E"/>
    <w:rsid w:val="00895759"/>
    <w:rsid w:val="008967CA"/>
    <w:rsid w:val="009135C7"/>
    <w:rsid w:val="009C106E"/>
    <w:rsid w:val="00A63115"/>
    <w:rsid w:val="00C16D64"/>
    <w:rsid w:val="00C722C2"/>
    <w:rsid w:val="00D326EF"/>
    <w:rsid w:val="00FC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35C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30D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26E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30D1B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326EF"/>
    <w:rPr>
      <w:rFonts w:ascii="Calibri Light" w:hAnsi="Calibri Light" w:cs="Times New Roman"/>
      <w:color w:val="2E74B5"/>
      <w:sz w:val="26"/>
      <w:szCs w:val="26"/>
    </w:rPr>
  </w:style>
  <w:style w:type="character" w:customStyle="1" w:styleId="price">
    <w:name w:val="price"/>
    <w:basedOn w:val="DefaultParagraphFont"/>
    <w:uiPriority w:val="99"/>
    <w:rsid w:val="00230D1B"/>
    <w:rPr>
      <w:rFonts w:cs="Times New Roman"/>
    </w:rPr>
  </w:style>
  <w:style w:type="character" w:styleId="Strong">
    <w:name w:val="Strong"/>
    <w:basedOn w:val="DefaultParagraphFont"/>
    <w:uiPriority w:val="99"/>
    <w:qFormat/>
    <w:rsid w:val="00230D1B"/>
    <w:rPr>
      <w:rFonts w:cs="Times New Roman"/>
      <w:b/>
      <w:bCs/>
    </w:rPr>
  </w:style>
  <w:style w:type="paragraph" w:customStyle="1" w:styleId="firstaddate">
    <w:name w:val="first_ad_date"/>
    <w:basedOn w:val="Normal"/>
    <w:uiPriority w:val="99"/>
    <w:rsid w:val="00D326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D32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6E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371A6D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C72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2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72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2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6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9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24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5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1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66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764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96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7386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86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62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6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74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91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816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66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4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81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69825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66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3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49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66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71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7386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866980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0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66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808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2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69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66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82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6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52">
              <w:marLeft w:val="0"/>
              <w:marRight w:val="0"/>
              <w:marTop w:val="0"/>
              <w:marBottom w:val="0"/>
              <w:divBdr>
                <w:top w:val="single" w:sz="6" w:space="8" w:color="F2F2F2"/>
                <w:left w:val="single" w:sz="6" w:space="15" w:color="F2F2F2"/>
                <w:bottom w:val="single" w:sz="6" w:space="8" w:color="F2F2F2"/>
                <w:right w:val="single" w:sz="6" w:space="15" w:color="F2F2F2"/>
              </w:divBdr>
              <w:divsChild>
                <w:div w:id="7386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66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86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70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66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782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91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66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773">
          <w:marLeft w:val="0"/>
          <w:marRight w:val="0"/>
          <w:marTop w:val="0"/>
          <w:marBottom w:val="300"/>
          <w:divBdr>
            <w:top w:val="dashed" w:sz="6" w:space="11" w:color="D2D2D2"/>
            <w:left w:val="none" w:sz="0" w:space="0" w:color="auto"/>
            <w:bottom w:val="dashed" w:sz="6" w:space="11" w:color="D2D2D2"/>
            <w:right w:val="none" w:sz="0" w:space="0" w:color="auto"/>
          </w:divBdr>
          <w:divsChild>
            <w:div w:id="7386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6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6698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6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fa@icfa.it" TargetMode="External"/><Relationship Id="rId13" Type="http://schemas.openxmlformats.org/officeDocument/2006/relationships/hyperlink" Target="mailto:to2b3@tecnoret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ar.lasamericas@yahoo.com" TargetMode="External"/><Relationship Id="rId12" Type="http://schemas.openxmlformats.org/officeDocument/2006/relationships/hyperlink" Target="mailto:renzocarpenzano34@gmail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ubito.it/offerte-lavoro/impiegata-contabile-esperta-zucchetti-torino-283529685.htm" TargetMode="External"/><Relationship Id="rId11" Type="http://schemas.openxmlformats.org/officeDocument/2006/relationships/hyperlink" Target="mailto:info@decaservice.net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info@beautyplanet.ne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elezione.piemonte@meggroup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1342</Words>
  <Characters>7656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Impiegata contabile esperta zucchetti</dc:title>
  <dc:subject/>
  <dc:creator>Bottaro Francesca</dc:creator>
  <cp:keywords/>
  <dc:description/>
  <cp:lastModifiedBy>equal</cp:lastModifiedBy>
  <cp:revision>3</cp:revision>
  <cp:lastPrinted>2019-01-21T09:22:00Z</cp:lastPrinted>
  <dcterms:created xsi:type="dcterms:W3CDTF">2019-02-13T12:01:00Z</dcterms:created>
  <dcterms:modified xsi:type="dcterms:W3CDTF">2019-02-13T16:10:00Z</dcterms:modified>
</cp:coreProperties>
</file>